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CBF" w:rsidRDefault="00454CBF" w:rsidP="00393293">
      <w:pPr>
        <w:rPr>
          <w:rFonts w:ascii="Times New Roman" w:hAnsi="Times New Roman"/>
          <w:b/>
          <w:sz w:val="28"/>
          <w:szCs w:val="28"/>
        </w:rPr>
      </w:pPr>
      <w:r w:rsidRPr="00393293">
        <w:rPr>
          <w:rFonts w:ascii="Times New Roman" w:hAnsi="Times New Roman"/>
          <w:b/>
          <w:sz w:val="28"/>
          <w:szCs w:val="28"/>
        </w:rPr>
        <w:t>Do Not Pick Your Pearly Penile Papules</w:t>
      </w:r>
    </w:p>
    <w:p w:rsidR="00454CBF" w:rsidRDefault="00454CBF" w:rsidP="00393293">
      <w:pPr>
        <w:rPr>
          <w:rFonts w:ascii="Times New Roman" w:hAnsi="Times New Roman"/>
          <w:sz w:val="24"/>
          <w:szCs w:val="24"/>
        </w:rPr>
      </w:pPr>
      <w:r>
        <w:rPr>
          <w:rFonts w:ascii="Times New Roman" w:hAnsi="Times New Roman"/>
          <w:sz w:val="24"/>
          <w:szCs w:val="24"/>
        </w:rPr>
        <w:t xml:space="preserve">Many men suffering of pearly penile papules feel the need of getting rid of them immediately. It is true that living with those bumps on the penis cannot be a pleasure for anybody. Moreover, it can even be quite tormenting having to deal with the presence of the papules each and every day and knowing that you cannot do anything to make them disappear. </w:t>
      </w:r>
    </w:p>
    <w:p w:rsidR="00454CBF" w:rsidRDefault="00454CBF" w:rsidP="00393293">
      <w:pPr>
        <w:rPr>
          <w:rFonts w:ascii="Times New Roman" w:hAnsi="Times New Roman"/>
          <w:sz w:val="24"/>
          <w:szCs w:val="24"/>
        </w:rPr>
      </w:pPr>
      <w:r>
        <w:rPr>
          <w:rFonts w:ascii="Times New Roman" w:hAnsi="Times New Roman"/>
          <w:sz w:val="24"/>
          <w:szCs w:val="24"/>
        </w:rPr>
        <w:t xml:space="preserve">Thus, many men who end up losing their patience and having no faith that they will ever get rid of those bumps start picking them. This is the worst thing one can do. If living with those bumps, which may at one point in your life disappear is difficult, then think how hard will be to live with scars on your penis. Cause this is what is going to happen if you start picking those little, ugly pearly penile papules. </w:t>
      </w:r>
    </w:p>
    <w:p w:rsidR="00454CBF" w:rsidRDefault="00454CBF" w:rsidP="00393293">
      <w:pPr>
        <w:rPr>
          <w:rFonts w:ascii="Times New Roman" w:hAnsi="Times New Roman"/>
          <w:sz w:val="24"/>
          <w:szCs w:val="24"/>
        </w:rPr>
      </w:pPr>
      <w:r>
        <w:rPr>
          <w:rFonts w:ascii="Times New Roman" w:hAnsi="Times New Roman"/>
          <w:sz w:val="24"/>
          <w:szCs w:val="24"/>
        </w:rPr>
        <w:t xml:space="preserve">The area in which the pearly penile papules are located (the head of the penis) is extremely sensitive. Thus, picking them will not only be very painful, but it will also result in inflammation and infection of the area, which will take long enough to heal and which may leave some very ugly scars behind. Thus, even though you may manage to get rid of some of those bumps, you will have to deal with infections and unnecessary scarring which will remain there for all your life. </w:t>
      </w:r>
    </w:p>
    <w:p w:rsidR="00454CBF" w:rsidRDefault="00454CBF" w:rsidP="00393293">
      <w:pPr>
        <w:rPr>
          <w:rFonts w:ascii="Times New Roman" w:hAnsi="Times New Roman"/>
          <w:sz w:val="24"/>
          <w:szCs w:val="24"/>
        </w:rPr>
      </w:pPr>
      <w:r>
        <w:rPr>
          <w:rFonts w:ascii="Times New Roman" w:hAnsi="Times New Roman"/>
          <w:sz w:val="24"/>
          <w:szCs w:val="24"/>
        </w:rPr>
        <w:t xml:space="preserve">In addition to that, picking the bumps will not solve the problem, first of all, because you will not be able to remove all those small bumps from your penis. Thus, no matter how hard you try, there will still be pearly penile papules on your skin. Secondly, this condition is recurrent, so it can appear even after you have picked them. Thus all your efforts and your suffering will have been in vain. </w:t>
      </w:r>
    </w:p>
    <w:p w:rsidR="00454CBF" w:rsidRDefault="00454CBF" w:rsidP="00393293">
      <w:pPr>
        <w:rPr>
          <w:rFonts w:ascii="Times New Roman" w:hAnsi="Times New Roman"/>
          <w:sz w:val="24"/>
          <w:szCs w:val="24"/>
        </w:rPr>
      </w:pPr>
      <w:r>
        <w:rPr>
          <w:rFonts w:ascii="Times New Roman" w:hAnsi="Times New Roman"/>
          <w:sz w:val="24"/>
          <w:szCs w:val="24"/>
        </w:rPr>
        <w:t xml:space="preserve">So, if you want to have a normal penis, you should stay away from picking your pearly penile papules, cause this condition will go away at a certain point or may be treated so that it will not appear any more, but scars and infections are much more difficult to deal with and you may even remain with those marks on your penis all your life. </w:t>
      </w:r>
    </w:p>
    <w:p w:rsidR="00454CBF" w:rsidRDefault="00454CBF" w:rsidP="00393293">
      <w:pPr>
        <w:rPr>
          <w:rFonts w:ascii="Times New Roman" w:hAnsi="Times New Roman"/>
          <w:sz w:val="24"/>
          <w:szCs w:val="24"/>
        </w:rPr>
      </w:pPr>
      <w:r>
        <w:rPr>
          <w:rFonts w:ascii="Times New Roman" w:hAnsi="Times New Roman"/>
          <w:sz w:val="24"/>
          <w:szCs w:val="24"/>
        </w:rPr>
        <w:t>Resource box:</w:t>
      </w:r>
    </w:p>
    <w:p w:rsidR="00454CBF" w:rsidRPr="00393293" w:rsidRDefault="00454CBF" w:rsidP="00393293">
      <w:pPr>
        <w:rPr>
          <w:rFonts w:ascii="Times New Roman" w:hAnsi="Times New Roman"/>
          <w:sz w:val="24"/>
          <w:szCs w:val="24"/>
        </w:rPr>
      </w:pPr>
      <w:r>
        <w:rPr>
          <w:rFonts w:ascii="Times New Roman" w:hAnsi="Times New Roman"/>
          <w:sz w:val="24"/>
          <w:szCs w:val="24"/>
        </w:rPr>
        <w:t xml:space="preserve">Pearly penile papules should not be a problem for you anymore. </w:t>
      </w:r>
      <w:r w:rsidRPr="00AF1E98">
        <w:rPr>
          <w:rFonts w:ascii="Times New Roman" w:hAnsi="Times New Roman"/>
          <w:sz w:val="24"/>
          <w:szCs w:val="24"/>
        </w:rPr>
        <w:t>&lt;a href="http://www.pearlypapulesremoval.com"&gt;Click Here...&lt;/a&gt;</w:t>
      </w:r>
      <w:r>
        <w:rPr>
          <w:rFonts w:ascii="Times New Roman" w:hAnsi="Times New Roman"/>
          <w:sz w:val="24"/>
          <w:szCs w:val="24"/>
        </w:rPr>
        <w:t xml:space="preserve"> and find out how you can get rid of them effectively, without any risks or side effects and how you can prevent them from appearing ever again. </w:t>
      </w:r>
      <w:bookmarkStart w:id="0" w:name="_GoBack"/>
      <w:bookmarkEnd w:id="0"/>
    </w:p>
    <w:p w:rsidR="00454CBF" w:rsidRPr="008C49BE" w:rsidRDefault="00454CBF">
      <w:r w:rsidRPr="008C49BE">
        <w:t>&lt;a href="http://www.pearlypapulesremoval.com"&gt;Pearly Papules Removal&lt;/a&gt;</w:t>
      </w:r>
    </w:p>
    <w:sectPr w:rsidR="00454CBF" w:rsidRPr="008C49BE" w:rsidSect="00393293">
      <w:pgSz w:w="12240" w:h="15840"/>
      <w:pgMar w:top="142"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293"/>
    <w:rsid w:val="00273C40"/>
    <w:rsid w:val="002A5D55"/>
    <w:rsid w:val="002D7E70"/>
    <w:rsid w:val="003918E2"/>
    <w:rsid w:val="00393293"/>
    <w:rsid w:val="00454CBF"/>
    <w:rsid w:val="004D5E34"/>
    <w:rsid w:val="00501171"/>
    <w:rsid w:val="006F122F"/>
    <w:rsid w:val="008C49BE"/>
    <w:rsid w:val="009333F3"/>
    <w:rsid w:val="0099754F"/>
    <w:rsid w:val="00AC5875"/>
    <w:rsid w:val="00AF1E98"/>
    <w:rsid w:val="00B13713"/>
    <w:rsid w:val="00BC7824"/>
    <w:rsid w:val="00C75DD8"/>
    <w:rsid w:val="00C95C20"/>
    <w:rsid w:val="00CD751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DD8"/>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932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1</Pages>
  <Words>358</Words>
  <Characters>2042</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28</cp:revision>
  <dcterms:created xsi:type="dcterms:W3CDTF">2010-06-18T12:52:00Z</dcterms:created>
  <dcterms:modified xsi:type="dcterms:W3CDTF">2010-06-22T16:54:00Z</dcterms:modified>
</cp:coreProperties>
</file>